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D011D" w14:textId="282AA8A3" w:rsidR="004D0EC6" w:rsidRPr="00DA4325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</w:rPr>
        <w:t xml:space="preserve">RESULTADOS DA ORDEM DO DIA DA </w:t>
      </w:r>
      <w:r w:rsidR="00F43202" w:rsidRPr="00DA4325">
        <w:rPr>
          <w:rFonts w:cs="Arial"/>
          <w:b/>
        </w:rPr>
        <w:t>3</w:t>
      </w:r>
      <w:r w:rsidR="005119D8">
        <w:rPr>
          <w:rFonts w:cs="Arial"/>
          <w:b/>
        </w:rPr>
        <w:t>5</w:t>
      </w:r>
      <w:r w:rsidR="004D0EC6" w:rsidRPr="00DA4325">
        <w:rPr>
          <w:rFonts w:cs="Arial"/>
          <w:b/>
        </w:rPr>
        <w:t>ª SESSÃO ORDINÁRIA</w:t>
      </w:r>
      <w:r w:rsidR="004D0EC6" w:rsidRPr="00DA4325">
        <w:rPr>
          <w:rFonts w:cs="Arial"/>
          <w:b/>
          <w:bCs/>
        </w:rPr>
        <w:t xml:space="preserve"> DO ANO DE 202</w:t>
      </w:r>
      <w:r w:rsidR="008F6682" w:rsidRPr="00DA4325">
        <w:rPr>
          <w:rFonts w:cs="Arial"/>
          <w:b/>
          <w:bCs/>
        </w:rPr>
        <w:t>5</w:t>
      </w:r>
    </w:p>
    <w:p w14:paraId="0ACBB634" w14:textId="273FE7FB" w:rsidR="00DF622C" w:rsidRPr="00DA4325" w:rsidRDefault="00747647" w:rsidP="0090253A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  <w:bCs/>
        </w:rPr>
        <w:t xml:space="preserve">REALIZADA EM </w:t>
      </w:r>
      <w:r w:rsidR="005119D8">
        <w:rPr>
          <w:rFonts w:cs="Arial"/>
          <w:b/>
          <w:bCs/>
        </w:rPr>
        <w:t>05</w:t>
      </w:r>
      <w:r w:rsidR="004C301C" w:rsidRPr="00DA4325">
        <w:rPr>
          <w:rFonts w:cs="Arial"/>
          <w:b/>
        </w:rPr>
        <w:t>/</w:t>
      </w:r>
      <w:r w:rsidR="00167FCF" w:rsidRPr="00DA4325">
        <w:rPr>
          <w:rFonts w:cs="Arial"/>
          <w:b/>
        </w:rPr>
        <w:t>1</w:t>
      </w:r>
      <w:r w:rsidR="005119D8">
        <w:rPr>
          <w:rFonts w:cs="Arial"/>
          <w:b/>
        </w:rPr>
        <w:t>1</w:t>
      </w:r>
      <w:r w:rsidR="00035B24" w:rsidRPr="00DA4325">
        <w:rPr>
          <w:rFonts w:cs="Arial"/>
          <w:b/>
        </w:rPr>
        <w:t>/</w:t>
      </w:r>
      <w:r w:rsidR="004D0EC6" w:rsidRPr="00DA4325">
        <w:rPr>
          <w:rFonts w:cs="Arial"/>
          <w:b/>
        </w:rPr>
        <w:t>202</w:t>
      </w:r>
      <w:r w:rsidR="008F6682" w:rsidRPr="00DA4325">
        <w:rPr>
          <w:rFonts w:cs="Arial"/>
          <w:b/>
        </w:rPr>
        <w:t>5</w:t>
      </w:r>
      <w:r w:rsidR="004D0EC6" w:rsidRPr="00DA4325">
        <w:rPr>
          <w:rFonts w:cs="Arial"/>
          <w:b/>
          <w:bCs/>
        </w:rPr>
        <w:t xml:space="preserve"> (</w:t>
      </w:r>
      <w:r w:rsidR="00A2002F" w:rsidRPr="00DA4325">
        <w:rPr>
          <w:rFonts w:cs="Arial"/>
          <w:b/>
          <w:bCs/>
        </w:rPr>
        <w:t>qu</w:t>
      </w:r>
      <w:r w:rsidR="005119D8">
        <w:rPr>
          <w:rFonts w:cs="Arial"/>
          <w:b/>
          <w:bCs/>
        </w:rPr>
        <w:t>ar</w:t>
      </w:r>
      <w:r w:rsidR="00E24FC9" w:rsidRPr="00DA4325">
        <w:rPr>
          <w:rFonts w:cs="Arial"/>
          <w:b/>
          <w:bCs/>
        </w:rPr>
        <w:t>t</w:t>
      </w:r>
      <w:r w:rsidR="000E22AD" w:rsidRPr="00DA4325">
        <w:rPr>
          <w:rFonts w:cs="Arial"/>
          <w:b/>
          <w:bCs/>
        </w:rPr>
        <w:t>a</w:t>
      </w:r>
      <w:r w:rsidR="00B1094E" w:rsidRPr="00DA4325">
        <w:rPr>
          <w:rFonts w:cs="Arial"/>
          <w:b/>
          <w:bCs/>
        </w:rPr>
        <w:t>-feira</w:t>
      </w:r>
      <w:r w:rsidR="004D0EC6" w:rsidRPr="00DA4325">
        <w:rPr>
          <w:rFonts w:cs="Arial"/>
          <w:b/>
          <w:bCs/>
        </w:rPr>
        <w:t>)</w:t>
      </w:r>
    </w:p>
    <w:p w14:paraId="712B5CB6" w14:textId="77777777" w:rsidR="00981605" w:rsidRPr="00DA432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Pr="00DA4325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11582DCE" w14:textId="68C890C6" w:rsidR="00167FCF" w:rsidRPr="00DA4325" w:rsidRDefault="00167FCF" w:rsidP="00167FCF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DA4325">
        <w:rPr>
          <w:rFonts w:cs="Arial"/>
          <w:b/>
          <w:color w:val="000000"/>
          <w:u w:val="single"/>
        </w:rPr>
        <w:t xml:space="preserve">Discussão única do </w:t>
      </w:r>
      <w:r w:rsidR="00836AC3" w:rsidRPr="00A2267F">
        <w:rPr>
          <w:rFonts w:cs="Arial"/>
          <w:b/>
          <w:color w:val="000000"/>
          <w:u w:val="single"/>
        </w:rPr>
        <w:t xml:space="preserve">PLL nº </w:t>
      </w:r>
      <w:r w:rsidR="005119D8">
        <w:rPr>
          <w:rFonts w:cs="Arial"/>
          <w:b/>
          <w:color w:val="000000"/>
          <w:u w:val="single"/>
        </w:rPr>
        <w:t>8</w:t>
      </w:r>
      <w:r w:rsidR="007D282A">
        <w:rPr>
          <w:rFonts w:cs="Arial"/>
          <w:b/>
          <w:color w:val="000000"/>
          <w:u w:val="single"/>
        </w:rPr>
        <w:t>9</w:t>
      </w:r>
      <w:bookmarkStart w:id="0" w:name="_GoBack"/>
      <w:bookmarkEnd w:id="0"/>
      <w:r w:rsidR="00836AC3" w:rsidRPr="00A2267F">
        <w:rPr>
          <w:rFonts w:cs="Arial"/>
          <w:b/>
          <w:color w:val="000000"/>
          <w:u w:val="single"/>
        </w:rPr>
        <w:t>/2025 - Projeto de Lei do Legislativo</w:t>
      </w:r>
    </w:p>
    <w:p w14:paraId="50F04490" w14:textId="365A775A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DE6AD0">
        <w:rPr>
          <w:rFonts w:cs="Arial"/>
          <w:color w:val="000000"/>
        </w:rPr>
        <w:t>Vereadora Maria Amélia</w:t>
      </w:r>
      <w:r w:rsidR="00F43202" w:rsidRPr="00DA4325">
        <w:rPr>
          <w:rFonts w:cs="Arial"/>
          <w:color w:val="000000"/>
        </w:rPr>
        <w:t>.</w:t>
      </w:r>
    </w:p>
    <w:p w14:paraId="2C8322D4" w14:textId="2F9DA94A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5119D8" w:rsidRPr="005119D8">
        <w:rPr>
          <w:rFonts w:cs="Arial"/>
          <w:color w:val="000000"/>
        </w:rPr>
        <w:t>Altera a redação da Lei nº 6.664, de 20 de setembro de 2024, que “Institui e inclui no Calendário Oficial de Eventos do Município de Jacareí a "Feira Literária de Jacareí - FLIJ", a ser realizada preferencialmente no mês de outubro</w:t>
      </w:r>
      <w:r w:rsidR="005119D8">
        <w:rPr>
          <w:rFonts w:cs="Arial"/>
          <w:color w:val="000000"/>
        </w:rPr>
        <w:t>”</w:t>
      </w:r>
      <w:r w:rsidR="00F43202" w:rsidRPr="00DA4325">
        <w:rPr>
          <w:rFonts w:cs="Arial"/>
          <w:color w:val="000000"/>
        </w:rPr>
        <w:t>.</w:t>
      </w:r>
    </w:p>
    <w:p w14:paraId="57169927" w14:textId="398E06C4" w:rsidR="0095551D" w:rsidRPr="00DA4325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A52F03" w:rsidRPr="00DA4325">
        <w:rPr>
          <w:rFonts w:cs="Arial"/>
          <w:color w:val="000000"/>
        </w:rPr>
        <w:t xml:space="preserve"> </w:t>
      </w:r>
      <w:r w:rsidR="006133AE">
        <w:rPr>
          <w:rFonts w:cs="Arial"/>
          <w:color w:val="000000"/>
        </w:rPr>
        <w:t xml:space="preserve">Projeto </w:t>
      </w:r>
      <w:r w:rsidR="00356627">
        <w:rPr>
          <w:rFonts w:cs="Arial"/>
          <w:color w:val="000000"/>
        </w:rPr>
        <w:t>Aprovado, com Emenda nº 1</w:t>
      </w:r>
      <w:r w:rsidR="006133AE">
        <w:rPr>
          <w:rFonts w:cs="Arial"/>
          <w:color w:val="000000"/>
        </w:rPr>
        <w:t>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E784288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7712A34" w14:textId="129FB59D" w:rsidR="0090253A" w:rsidRPr="00DA4325" w:rsidRDefault="00F43202" w:rsidP="00167FCF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DA4325">
        <w:rPr>
          <w:rFonts w:cs="Arial"/>
          <w:b/>
          <w:color w:val="000000"/>
          <w:u w:val="single"/>
        </w:rPr>
        <w:t>D</w:t>
      </w:r>
      <w:r w:rsidR="00167FCF" w:rsidRPr="00DA4325">
        <w:rPr>
          <w:rFonts w:cs="Arial"/>
          <w:b/>
          <w:color w:val="000000"/>
          <w:u w:val="single"/>
        </w:rPr>
        <w:t>iscussão</w:t>
      </w:r>
      <w:r w:rsidRPr="00DA4325">
        <w:rPr>
          <w:rFonts w:cs="Arial"/>
          <w:b/>
          <w:color w:val="000000"/>
          <w:u w:val="single"/>
        </w:rPr>
        <w:t xml:space="preserve"> </w:t>
      </w:r>
      <w:r w:rsidR="00836AC3" w:rsidRPr="00F967F8">
        <w:rPr>
          <w:rFonts w:cs="Arial"/>
          <w:b/>
          <w:color w:val="000000"/>
          <w:u w:val="single"/>
        </w:rPr>
        <w:t xml:space="preserve">única do </w:t>
      </w:r>
      <w:r w:rsidR="00FC0689" w:rsidRPr="00FC0689">
        <w:rPr>
          <w:rFonts w:cs="Arial"/>
          <w:b/>
          <w:color w:val="000000"/>
          <w:u w:val="single"/>
        </w:rPr>
        <w:t>PLL nº 102/2025 - Projeto de Lei do Legislativo</w:t>
      </w:r>
    </w:p>
    <w:p w14:paraId="3B6CE083" w14:textId="718CDBA5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FC0689" w:rsidRPr="00FC0689">
        <w:rPr>
          <w:rFonts w:cs="Arial"/>
          <w:color w:val="000000"/>
        </w:rPr>
        <w:t>Vereador Paulinho dos Condutores</w:t>
      </w:r>
      <w:r w:rsidR="00F43202" w:rsidRPr="00DA4325">
        <w:rPr>
          <w:rFonts w:cs="Arial"/>
          <w:color w:val="000000"/>
        </w:rPr>
        <w:t>.</w:t>
      </w:r>
    </w:p>
    <w:p w14:paraId="5AEDD057" w14:textId="75AE63D4" w:rsidR="0090253A" w:rsidRPr="00DA4325" w:rsidRDefault="0090253A" w:rsidP="00167FCF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FC0689" w:rsidRPr="00FC0689">
        <w:rPr>
          <w:rFonts w:cs="Arial"/>
          <w:color w:val="000000"/>
        </w:rPr>
        <w:t>Dispõe sobre a obrigatoriedade de implantação de faixa de pedestres nas proximidades dos pontos de ônibus do Município de Jacareí</w:t>
      </w:r>
      <w:r w:rsidR="00F43202" w:rsidRPr="00DA4325">
        <w:rPr>
          <w:rFonts w:cs="Arial"/>
          <w:color w:val="000000"/>
        </w:rPr>
        <w:t>.</w:t>
      </w:r>
    </w:p>
    <w:p w14:paraId="56468785" w14:textId="3C9AD14D" w:rsidR="00AC1AAB" w:rsidRPr="00DA4325" w:rsidRDefault="00AC1AAB" w:rsidP="00AC1AA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16238A" w:rsidRPr="00DA4325">
        <w:rPr>
          <w:rFonts w:cs="Arial"/>
          <w:color w:val="000000"/>
        </w:rPr>
        <w:t xml:space="preserve"> </w:t>
      </w:r>
      <w:r w:rsidR="00E20894">
        <w:rPr>
          <w:rFonts w:cs="Arial"/>
          <w:color w:val="000000"/>
        </w:rPr>
        <w:t xml:space="preserve">Projeto </w:t>
      </w:r>
      <w:r w:rsidR="00A86867">
        <w:rPr>
          <w:rFonts w:cs="Arial"/>
          <w:color w:val="000000"/>
        </w:rPr>
        <w:t>Retirado, por solicitação do autor</w:t>
      </w:r>
      <w:r w:rsidR="00E20894">
        <w:rPr>
          <w:rFonts w:cs="Arial"/>
          <w:color w:val="000000"/>
        </w:rPr>
        <w:t>.</w:t>
      </w:r>
    </w:p>
    <w:p w14:paraId="6A1ED3D6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797C8FE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32C9EA88" w14:textId="77777777" w:rsidR="006536C1" w:rsidRDefault="006536C1" w:rsidP="006536C1">
      <w:pPr>
        <w:numPr>
          <w:ilvl w:val="0"/>
          <w:numId w:val="22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Discussão única do PLE nº 34/2025 - Projeto de Lei do Executivo</w:t>
      </w:r>
    </w:p>
    <w:p w14:paraId="073736CE" w14:textId="77777777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>: Prefeito Municipal Celso Florêncio de Souza.</w:t>
      </w:r>
    </w:p>
    <w:p w14:paraId="6C3E36AE" w14:textId="77777777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>: Cria as Subprefeituras Veraneio Ijal e Geraldo Scavone, na estrutura da Secretaria de Infraestrutura Municipal e dá outras providências.</w:t>
      </w:r>
    </w:p>
    <w:p w14:paraId="5837DC6A" w14:textId="414D6657" w:rsidR="006536C1" w:rsidRPr="00DA4325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Projeto </w:t>
      </w:r>
      <w:r w:rsidR="007A662A">
        <w:rPr>
          <w:rFonts w:cs="Arial"/>
          <w:color w:val="000000"/>
        </w:rPr>
        <w:t>Aprovado, com votação de destaque</w:t>
      </w:r>
      <w:r>
        <w:rPr>
          <w:rFonts w:cs="Arial"/>
          <w:color w:val="000000"/>
        </w:rPr>
        <w:t>.</w:t>
      </w:r>
    </w:p>
    <w:p w14:paraId="3C054BCC" w14:textId="77777777" w:rsidR="00662A98" w:rsidRDefault="00662A98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9C493BE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00DBDAD" w14:textId="77777777" w:rsidR="006536C1" w:rsidRDefault="006536C1" w:rsidP="006536C1">
      <w:pPr>
        <w:numPr>
          <w:ilvl w:val="0"/>
          <w:numId w:val="22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Discussão única do PLE nº 41/2025 - Projeto de Lei do Executivo</w:t>
      </w:r>
    </w:p>
    <w:p w14:paraId="7A3261E6" w14:textId="77777777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>: Prefeito Municipal Celso Florêncio de Souza.</w:t>
      </w:r>
    </w:p>
    <w:p w14:paraId="79E29C67" w14:textId="77777777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>: Dispõe sobre o parcelamento e reparcelamento de débitos do Município de Jacareí com seu Regime Próprio de Previdência Social - RPPS, de que tratam os arts. 115 e 117 do Ato das Disposições Constitucionais Transitórias - ADCT, com a redação conferida pela Emenda Constitucional nº 136, de 9 de setembro de 2025.</w:t>
      </w:r>
    </w:p>
    <w:p w14:paraId="05971255" w14:textId="5A38107C" w:rsidR="006536C1" w:rsidRPr="00DA4325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Projeto </w:t>
      </w:r>
      <w:r w:rsidR="00EF4891">
        <w:rPr>
          <w:rFonts w:cs="Arial"/>
          <w:color w:val="000000"/>
        </w:rPr>
        <w:t>Aprovado</w:t>
      </w:r>
      <w:r>
        <w:rPr>
          <w:rFonts w:cs="Arial"/>
          <w:color w:val="000000"/>
        </w:rPr>
        <w:t>.</w:t>
      </w:r>
    </w:p>
    <w:p w14:paraId="6F2C42DB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FA7048C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A88CF76" w14:textId="77777777" w:rsidR="00FC0689" w:rsidRPr="00DA4325" w:rsidRDefault="00FC0689" w:rsidP="00FC0689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DA4325">
        <w:rPr>
          <w:rFonts w:cs="Arial"/>
          <w:b/>
          <w:color w:val="000000"/>
          <w:u w:val="single"/>
        </w:rPr>
        <w:t xml:space="preserve">Discussão </w:t>
      </w:r>
      <w:r w:rsidRPr="00F967F8">
        <w:rPr>
          <w:rFonts w:cs="Arial"/>
          <w:b/>
          <w:color w:val="000000"/>
          <w:u w:val="single"/>
        </w:rPr>
        <w:t xml:space="preserve">única do </w:t>
      </w:r>
      <w:r w:rsidRPr="00FC0689">
        <w:rPr>
          <w:rFonts w:cs="Arial"/>
          <w:b/>
          <w:color w:val="000000"/>
          <w:u w:val="single"/>
        </w:rPr>
        <w:t>PLL nº 1</w:t>
      </w:r>
      <w:r>
        <w:rPr>
          <w:rFonts w:cs="Arial"/>
          <w:b/>
          <w:color w:val="000000"/>
          <w:u w:val="single"/>
        </w:rPr>
        <w:t>1</w:t>
      </w:r>
      <w:r w:rsidRPr="00FC0689">
        <w:rPr>
          <w:rFonts w:cs="Arial"/>
          <w:b/>
          <w:color w:val="000000"/>
          <w:u w:val="single"/>
        </w:rPr>
        <w:t>/2025 - Projeto de Lei do Legislativo</w:t>
      </w:r>
    </w:p>
    <w:p w14:paraId="7D8BBF60" w14:textId="084ABCA7" w:rsidR="00FC0689" w:rsidRPr="00DA4325" w:rsidRDefault="00FC0689" w:rsidP="00FC0689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Pr="00FC0689">
        <w:rPr>
          <w:rFonts w:cs="Arial"/>
          <w:color w:val="000000"/>
        </w:rPr>
        <w:t>Vereador Hernani Barreto</w:t>
      </w:r>
      <w:r w:rsidRPr="00DA4325">
        <w:rPr>
          <w:rFonts w:cs="Arial"/>
          <w:color w:val="000000"/>
        </w:rPr>
        <w:t>.</w:t>
      </w:r>
    </w:p>
    <w:p w14:paraId="7539BA16" w14:textId="1E7F690E" w:rsidR="00FC0689" w:rsidRPr="00DA4325" w:rsidRDefault="00FC0689" w:rsidP="00FC0689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Pr="00FC0689">
        <w:rPr>
          <w:rFonts w:cs="Arial"/>
          <w:color w:val="000000"/>
        </w:rPr>
        <w:t>Institui a Campanha Municipal de Conscientização e Combate à Automedicação e dá outras providências</w:t>
      </w:r>
      <w:r w:rsidRPr="00DA4325">
        <w:rPr>
          <w:rFonts w:cs="Arial"/>
          <w:color w:val="000000"/>
        </w:rPr>
        <w:t>.</w:t>
      </w:r>
    </w:p>
    <w:p w14:paraId="42A4D3B4" w14:textId="00095CE2" w:rsidR="00FC0689" w:rsidRPr="00DA4325" w:rsidRDefault="00FC0689" w:rsidP="00FC0689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Projeto </w:t>
      </w:r>
      <w:r w:rsidR="00EF4891">
        <w:rPr>
          <w:rFonts w:cs="Arial"/>
          <w:color w:val="000000"/>
        </w:rPr>
        <w:t>Aprovado</w:t>
      </w:r>
      <w:r>
        <w:rPr>
          <w:rFonts w:cs="Arial"/>
          <w:color w:val="000000"/>
        </w:rPr>
        <w:t>.</w:t>
      </w:r>
    </w:p>
    <w:p w14:paraId="02888DCB" w14:textId="77777777" w:rsidR="007033B7" w:rsidRDefault="007033B7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64E07AA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24404C2" w14:textId="77777777" w:rsidR="00FC0689" w:rsidRDefault="00FC0689" w:rsidP="00FC0689">
      <w:pPr>
        <w:numPr>
          <w:ilvl w:val="0"/>
          <w:numId w:val="22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Discussão única do PLE nº 39/2025 - Projeto de Lei do Executivo</w:t>
      </w:r>
    </w:p>
    <w:p w14:paraId="36776F4D" w14:textId="77777777" w:rsidR="00FC0689" w:rsidRDefault="00FC0689" w:rsidP="00FC0689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>: Prefeito Municipal Celso Florêncio de Souza.</w:t>
      </w:r>
    </w:p>
    <w:p w14:paraId="1EF5BB4F" w14:textId="77777777" w:rsidR="00FC0689" w:rsidRDefault="00FC0689" w:rsidP="00FC0689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>: Autoriza o Chefe do Poder Executivo Municipal a celebrar Convênio com o Estado de São Paulo, por intermédio da Secretaria da Cultura, Economia e Indústria Criativas, para a realização de projetos e eventos culturais.</w:t>
      </w:r>
    </w:p>
    <w:p w14:paraId="720FB60E" w14:textId="7D624AD5" w:rsidR="006536C1" w:rsidRPr="00DA4325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Projeto </w:t>
      </w:r>
      <w:r w:rsidR="0073455E">
        <w:rPr>
          <w:rFonts w:cs="Arial"/>
          <w:color w:val="000000"/>
        </w:rPr>
        <w:t>Aprovado</w:t>
      </w:r>
      <w:r>
        <w:rPr>
          <w:rFonts w:cs="Arial"/>
          <w:color w:val="000000"/>
        </w:rPr>
        <w:t>.</w:t>
      </w:r>
    </w:p>
    <w:p w14:paraId="7B86F0E9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2A9D258" w14:textId="77777777" w:rsidR="000F1845" w:rsidRDefault="000F1845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93047E8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3C434F58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D47C86B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39BACDB" w14:textId="77777777" w:rsidR="006E3E9B" w:rsidRDefault="006E3E9B" w:rsidP="0016238A">
      <w:pPr>
        <w:jc w:val="right"/>
        <w:rPr>
          <w:rFonts w:cs="Arial"/>
          <w:b/>
          <w:sz w:val="23"/>
          <w:szCs w:val="23"/>
        </w:rPr>
      </w:pPr>
    </w:p>
    <w:p w14:paraId="242BE5C9" w14:textId="77777777" w:rsidR="00FC0689" w:rsidRPr="003162A7" w:rsidRDefault="00FC0689" w:rsidP="0016238A">
      <w:pPr>
        <w:jc w:val="right"/>
        <w:rPr>
          <w:rFonts w:cs="Arial"/>
          <w:b/>
          <w:sz w:val="23"/>
          <w:szCs w:val="23"/>
        </w:rPr>
      </w:pPr>
    </w:p>
    <w:p w14:paraId="7D463826" w14:textId="77777777" w:rsidR="00FA3610" w:rsidRPr="00DA4325" w:rsidRDefault="00FA3610" w:rsidP="0016238A">
      <w:pPr>
        <w:jc w:val="right"/>
        <w:rPr>
          <w:rFonts w:cs="Arial"/>
          <w:b/>
        </w:rPr>
      </w:pPr>
      <w:r w:rsidRPr="00DA4325">
        <w:rPr>
          <w:rFonts w:cs="Arial"/>
          <w:b/>
        </w:rPr>
        <w:t>Felipe Santos de Lima</w:t>
      </w:r>
    </w:p>
    <w:p w14:paraId="4D54D9CD" w14:textId="3375B833" w:rsidR="00FA3610" w:rsidRPr="00DA4325" w:rsidRDefault="00FA3610" w:rsidP="0016238A">
      <w:pPr>
        <w:jc w:val="right"/>
        <w:rPr>
          <w:rFonts w:cs="Arial"/>
        </w:rPr>
      </w:pPr>
      <w:r w:rsidRPr="00DA4325">
        <w:rPr>
          <w:rFonts w:cs="Arial"/>
        </w:rPr>
        <w:t>Secretário-Diretor Legislativo</w:t>
      </w:r>
    </w:p>
    <w:sectPr w:rsidR="00FA3610" w:rsidRPr="00DA4325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7EB3E9DC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7A662A">
      <w:rPr>
        <w:rFonts w:cs="Arial"/>
        <w:b/>
        <w:sz w:val="20"/>
        <w:szCs w:val="20"/>
        <w:u w:val="single"/>
      </w:rPr>
      <w:t>35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7A662A">
      <w:rPr>
        <w:rFonts w:cs="Arial"/>
        <w:b/>
        <w:sz w:val="20"/>
        <w:szCs w:val="20"/>
        <w:u w:val="single"/>
      </w:rPr>
      <w:t>05</w:t>
    </w:r>
    <w:r w:rsidR="000C342E">
      <w:rPr>
        <w:rFonts w:cs="Arial"/>
        <w:b/>
        <w:sz w:val="20"/>
        <w:szCs w:val="20"/>
        <w:u w:val="single"/>
      </w:rPr>
      <w:t>/</w:t>
    </w:r>
    <w:r w:rsidR="007A662A">
      <w:rPr>
        <w:rFonts w:cs="Arial"/>
        <w:b/>
        <w:sz w:val="20"/>
        <w:szCs w:val="20"/>
        <w:u w:val="single"/>
      </w:rPr>
      <w:t>11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DA1B97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DA1B97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20B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590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03CC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45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24B3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38A"/>
    <w:rsid w:val="00162FBB"/>
    <w:rsid w:val="0016340A"/>
    <w:rsid w:val="00163724"/>
    <w:rsid w:val="00163988"/>
    <w:rsid w:val="00164676"/>
    <w:rsid w:val="001671DF"/>
    <w:rsid w:val="00167D0A"/>
    <w:rsid w:val="00167FCF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5E8"/>
    <w:rsid w:val="001C2795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49A9"/>
    <w:rsid w:val="001D6C1B"/>
    <w:rsid w:val="001D7D01"/>
    <w:rsid w:val="001E1226"/>
    <w:rsid w:val="001E187A"/>
    <w:rsid w:val="001E1AD4"/>
    <w:rsid w:val="001E2470"/>
    <w:rsid w:val="001E2B31"/>
    <w:rsid w:val="001E2BE9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6F64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52C1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58C9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9C4"/>
    <w:rsid w:val="002B3C08"/>
    <w:rsid w:val="002B4022"/>
    <w:rsid w:val="002B474E"/>
    <w:rsid w:val="002B4987"/>
    <w:rsid w:val="002B502F"/>
    <w:rsid w:val="002B5D12"/>
    <w:rsid w:val="002B7C01"/>
    <w:rsid w:val="002C04B9"/>
    <w:rsid w:val="002C0E78"/>
    <w:rsid w:val="002C4A71"/>
    <w:rsid w:val="002C6F56"/>
    <w:rsid w:val="002C71F7"/>
    <w:rsid w:val="002C7653"/>
    <w:rsid w:val="002D00A5"/>
    <w:rsid w:val="002D013C"/>
    <w:rsid w:val="002D13B9"/>
    <w:rsid w:val="002D1AC3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2A7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6634"/>
    <w:rsid w:val="00347DA7"/>
    <w:rsid w:val="00350C52"/>
    <w:rsid w:val="00351460"/>
    <w:rsid w:val="00354160"/>
    <w:rsid w:val="0035498C"/>
    <w:rsid w:val="00356627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4DA6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827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1914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19D8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0E1E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3AE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36C1"/>
    <w:rsid w:val="006554FC"/>
    <w:rsid w:val="0065589E"/>
    <w:rsid w:val="00660BA7"/>
    <w:rsid w:val="00662A98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6FF0"/>
    <w:rsid w:val="006F704F"/>
    <w:rsid w:val="00700DD8"/>
    <w:rsid w:val="00701D76"/>
    <w:rsid w:val="0070200C"/>
    <w:rsid w:val="00702068"/>
    <w:rsid w:val="007033B7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455E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62A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26C9"/>
    <w:rsid w:val="007D282A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6AC3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3E7B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253A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422"/>
    <w:rsid w:val="00921BE7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75904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2F03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867"/>
    <w:rsid w:val="00A86AFE"/>
    <w:rsid w:val="00A904DC"/>
    <w:rsid w:val="00A916D3"/>
    <w:rsid w:val="00A92173"/>
    <w:rsid w:val="00A92DCE"/>
    <w:rsid w:val="00A92F2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1AAB"/>
    <w:rsid w:val="00AC27BB"/>
    <w:rsid w:val="00AC3332"/>
    <w:rsid w:val="00AC33E4"/>
    <w:rsid w:val="00AC394C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03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179A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16C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4831"/>
    <w:rsid w:val="00BD6159"/>
    <w:rsid w:val="00BE157E"/>
    <w:rsid w:val="00BE3484"/>
    <w:rsid w:val="00BE3EBA"/>
    <w:rsid w:val="00BE6118"/>
    <w:rsid w:val="00BF053A"/>
    <w:rsid w:val="00BF113E"/>
    <w:rsid w:val="00BF130A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3284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0D2D"/>
    <w:rsid w:val="00C6437E"/>
    <w:rsid w:val="00C645AB"/>
    <w:rsid w:val="00C65224"/>
    <w:rsid w:val="00C65B04"/>
    <w:rsid w:val="00C6771F"/>
    <w:rsid w:val="00C67858"/>
    <w:rsid w:val="00C679A2"/>
    <w:rsid w:val="00C70914"/>
    <w:rsid w:val="00C72229"/>
    <w:rsid w:val="00C72A3F"/>
    <w:rsid w:val="00C750C1"/>
    <w:rsid w:val="00C75222"/>
    <w:rsid w:val="00C757D9"/>
    <w:rsid w:val="00C75FE5"/>
    <w:rsid w:val="00C76760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5F8A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B81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5A1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67BC2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1B97"/>
    <w:rsid w:val="00DA3558"/>
    <w:rsid w:val="00DA4036"/>
    <w:rsid w:val="00DA4325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E6AD0"/>
    <w:rsid w:val="00DF04DF"/>
    <w:rsid w:val="00DF0CCD"/>
    <w:rsid w:val="00DF189F"/>
    <w:rsid w:val="00DF30FB"/>
    <w:rsid w:val="00DF4683"/>
    <w:rsid w:val="00DF4EEA"/>
    <w:rsid w:val="00DF622C"/>
    <w:rsid w:val="00DF678B"/>
    <w:rsid w:val="00DF6860"/>
    <w:rsid w:val="00DF6899"/>
    <w:rsid w:val="00DF6BBC"/>
    <w:rsid w:val="00E00DED"/>
    <w:rsid w:val="00E02DBF"/>
    <w:rsid w:val="00E0319C"/>
    <w:rsid w:val="00E032F0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894"/>
    <w:rsid w:val="00E20E69"/>
    <w:rsid w:val="00E22EDD"/>
    <w:rsid w:val="00E24FC9"/>
    <w:rsid w:val="00E26F05"/>
    <w:rsid w:val="00E3025E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565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5ECF"/>
    <w:rsid w:val="00E76F82"/>
    <w:rsid w:val="00E814DE"/>
    <w:rsid w:val="00E8235F"/>
    <w:rsid w:val="00E824C6"/>
    <w:rsid w:val="00E825DC"/>
    <w:rsid w:val="00E8334F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319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4891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202"/>
    <w:rsid w:val="00F433D1"/>
    <w:rsid w:val="00F43968"/>
    <w:rsid w:val="00F4444D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944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A752D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385D"/>
    <w:rsid w:val="00FB7503"/>
    <w:rsid w:val="00FB7A69"/>
    <w:rsid w:val="00FC068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145409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6C1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6AB09-35EC-4A83-AC6C-F13BB364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150</TotalTime>
  <Pages>2</Pages>
  <Words>351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19</cp:revision>
  <cp:lastPrinted>2025-11-05T20:15:00Z</cp:lastPrinted>
  <dcterms:created xsi:type="dcterms:W3CDTF">2025-10-22T15:41:00Z</dcterms:created>
  <dcterms:modified xsi:type="dcterms:W3CDTF">2025-11-05T20:15:00Z</dcterms:modified>
</cp:coreProperties>
</file>